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55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Тхэквондо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9"/>
        <w:gridCol w:w="2680"/>
        <w:gridCol w:w="1984"/>
        <w:gridCol w:w="2926"/>
        <w:gridCol w:w="1610"/>
      </w:tblGrid>
      <w:tr>
        <w:trPr/>
        <w:tc>
          <w:tcPr>
            <w:tcBorders/>
            <w:tcW w:w="228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1390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029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1518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835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228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1390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Фролов </w:t>
            </w:r>
            <w:r/>
          </w:p>
          <w:p>
            <w:pPr>
              <w:pStyle w:val="867"/>
              <w:pBdr/>
              <w:spacing/>
              <w:ind/>
              <w:rPr/>
            </w:pPr>
            <w:r>
              <w:t xml:space="preserve">Кирилл Александрович</w:t>
            </w:r>
            <w:r/>
          </w:p>
        </w:tc>
        <w:tc>
          <w:tcPr>
            <w:tcBorders/>
            <w:tcW w:w="1029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1518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835" w:type="pct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25.08</w:t>
            </w:r>
            <w:r>
              <w:t xml:space="preserve">.2024 – </w:t>
            </w:r>
            <w:r>
              <w:t xml:space="preserve">24.08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537</cp:revision>
  <dcterms:created xsi:type="dcterms:W3CDTF">2010-01-13T11:42:00Z</dcterms:created>
  <dcterms:modified xsi:type="dcterms:W3CDTF">2024-08-26T11:04:07Z</dcterms:modified>
  <cp:version>983040</cp:version>
</cp:coreProperties>
</file>